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DA61D" w14:textId="73E70863" w:rsidR="00047835" w:rsidRPr="00047835" w:rsidRDefault="0026294C" w:rsidP="00A67BD2">
      <w:pPr>
        <w:pStyle w:val="Nzev"/>
      </w:pPr>
      <w:r w:rsidRPr="0026294C">
        <w:t xml:space="preserve">Zpráva </w:t>
      </w:r>
      <w:r w:rsidR="0065284A">
        <w:t>NÁVRHOVÉ</w:t>
      </w:r>
      <w:r w:rsidRPr="0026294C">
        <w:t xml:space="preserve"> komise</w:t>
      </w:r>
      <w:r w:rsidR="00BF6BFB">
        <w:br/>
        <w:t xml:space="preserve">SH ČMS - </w:t>
      </w:r>
      <w:r w:rsidR="00047835" w:rsidRPr="00047835">
        <w:t>Sbor dobrovolných hasičů</w:t>
      </w:r>
      <w:r w:rsidR="00BF6BFB">
        <w:t xml:space="preserve"> </w:t>
      </w:r>
      <w:r w:rsidR="00F820B2" w:rsidRPr="00047835">
        <w:t>[</w:t>
      </w:r>
      <w:r w:rsidR="00F820B2">
        <w:t>název</w:t>
      </w:r>
      <w:r w:rsidR="00F820B2" w:rsidRPr="00047835">
        <w:t>]</w:t>
      </w:r>
    </w:p>
    <w:p w14:paraId="74B0B465" w14:textId="77777777" w:rsidR="00A076A8" w:rsidRDefault="00A076A8" w:rsidP="00452C7E">
      <w:pPr>
        <w:jc w:val="center"/>
      </w:pPr>
      <w:r>
        <w:t>Valná hromada konaná dne [datum] v [místo konání]</w:t>
      </w:r>
    </w:p>
    <w:p w14:paraId="10A92FBC" w14:textId="77777777" w:rsidR="00062EB9" w:rsidRDefault="00062EB9" w:rsidP="00062EB9"/>
    <w:p w14:paraId="745DE802" w14:textId="77777777" w:rsidR="0045760B" w:rsidRDefault="0045760B" w:rsidP="0045760B">
      <w:r>
        <w:t>Návrhová komise ve složení:</w:t>
      </w:r>
    </w:p>
    <w:p w14:paraId="2F9CEF59" w14:textId="77777777" w:rsidR="0045760B" w:rsidRDefault="0045760B" w:rsidP="0045760B">
      <w:r>
        <w:t>Předseda komise: [jméno]</w:t>
      </w:r>
    </w:p>
    <w:p w14:paraId="66EE5A51" w14:textId="77777777" w:rsidR="0045760B" w:rsidRDefault="0045760B" w:rsidP="0045760B">
      <w:r>
        <w:t>Členové: [jméno], [jméno]</w:t>
      </w:r>
    </w:p>
    <w:p w14:paraId="610BCB10" w14:textId="77777777" w:rsidR="0045760B" w:rsidRDefault="0045760B" w:rsidP="0045760B"/>
    <w:p w14:paraId="78014761" w14:textId="77777777" w:rsidR="00573649" w:rsidRDefault="00573649" w:rsidP="00573649">
      <w:r>
        <w:t>návrhová komise ve složení [jména členů] během jednání valné hromady shromáždila všechny návrhy, připomínky a doplnění, které v průběhu jednání zazněly.</w:t>
      </w:r>
    </w:p>
    <w:p w14:paraId="641C5E41" w14:textId="77777777" w:rsidR="00573649" w:rsidRDefault="00573649" w:rsidP="00573649"/>
    <w:p w14:paraId="2F58D3EF" w14:textId="08FDE27E" w:rsidR="00573649" w:rsidRDefault="00573649" w:rsidP="00573649">
      <w:r>
        <w:t>Na základě těchto podkladů jsme připravili návrh usnesení valné hromady Sboru dobrovolných hasičů [název obce].</w:t>
      </w:r>
    </w:p>
    <w:p w14:paraId="5E700826" w14:textId="77777777" w:rsidR="00573649" w:rsidRPr="00573649" w:rsidRDefault="00573649" w:rsidP="00573649">
      <w:pPr>
        <w:rPr>
          <w:i/>
          <w:iCs/>
        </w:rPr>
      </w:pPr>
      <w:r w:rsidRPr="00573649">
        <w:rPr>
          <w:i/>
          <w:iCs/>
        </w:rPr>
        <w:t>(následuje přečtení samostatného dokumentu „Usnesení valné hromady SDH“)</w:t>
      </w:r>
    </w:p>
    <w:p w14:paraId="0AF58BC6" w14:textId="77777777" w:rsidR="00573649" w:rsidRDefault="00573649" w:rsidP="00573649"/>
    <w:p w14:paraId="69AE0038" w14:textId="77777777" w:rsidR="00573649" w:rsidRDefault="00573649" w:rsidP="00573649">
      <w:r>
        <w:t>Návrhová komise konstatuje, že přednesený návrh usnesení odpovídá průběhu a výsledkům jednání valné hromady.</w:t>
      </w:r>
    </w:p>
    <w:p w14:paraId="534B58A2" w14:textId="77777777" w:rsidR="00573649" w:rsidRDefault="00573649" w:rsidP="00573649"/>
    <w:p w14:paraId="0C942C1A" w14:textId="77777777" w:rsidR="00573649" w:rsidRDefault="00573649" w:rsidP="00573649">
      <w:r>
        <w:t>Žádáme přítomné členy o hlasování o přijetí tohoto usnesení.</w:t>
      </w:r>
    </w:p>
    <w:p w14:paraId="2B6C8E7B" w14:textId="77777777" w:rsidR="00573649" w:rsidRDefault="00573649" w:rsidP="00573649"/>
    <w:p w14:paraId="368592D9" w14:textId="0390508D" w:rsidR="00573649" w:rsidRDefault="00573649" w:rsidP="00573649">
      <w:r>
        <w:t>Po provedeném hlasování návrhová komise konstatuje, že: pro přijetí usnesení hlasovalo [počet] členů,</w:t>
      </w:r>
    </w:p>
    <w:p w14:paraId="7D29F8BE" w14:textId="300EA4CF" w:rsidR="00573649" w:rsidRDefault="00573649" w:rsidP="00573649">
      <w:r>
        <w:t>proti [počet], zdrželo se [počet].</w:t>
      </w:r>
    </w:p>
    <w:p w14:paraId="4E389D24" w14:textId="77777777" w:rsidR="00573649" w:rsidRDefault="00573649" w:rsidP="00573649"/>
    <w:p w14:paraId="5C791EEF" w14:textId="6CF13B54" w:rsidR="00573649" w:rsidRDefault="00573649" w:rsidP="00573649">
      <w:r>
        <w:t>Usnesení bylo [jednomyslně / většinou hlasů] přijato.</w:t>
      </w:r>
    </w:p>
    <w:p w14:paraId="1E42F070" w14:textId="77777777" w:rsidR="00573649" w:rsidRDefault="00573649" w:rsidP="0045760B"/>
    <w:p w14:paraId="65D4BE8E" w14:textId="77777777" w:rsidR="00062EB9" w:rsidRDefault="00062EB9" w:rsidP="00062EB9"/>
    <w:p w14:paraId="2D9F3118" w14:textId="77777777" w:rsidR="00062EB9" w:rsidRDefault="00062EB9" w:rsidP="00062EB9">
      <w:r>
        <w:t>V [místo], dne [datum]</w:t>
      </w:r>
    </w:p>
    <w:p w14:paraId="4F2B2196" w14:textId="77777777" w:rsidR="00062EB9" w:rsidRDefault="00062EB9" w:rsidP="00062EB9"/>
    <w:p w14:paraId="12BED51A" w14:textId="38D037CB" w:rsidR="00A076A8" w:rsidRDefault="00062EB9" w:rsidP="00062EB9">
      <w:r>
        <w:t xml:space="preserve">Za </w:t>
      </w:r>
      <w:r w:rsidR="00F24C0E">
        <w:t>návrhovou</w:t>
      </w:r>
      <w:r>
        <w:t xml:space="preserve"> komisi:</w:t>
      </w:r>
    </w:p>
    <w:p w14:paraId="13BCFC98" w14:textId="77777777" w:rsidR="00A076A8" w:rsidRDefault="00A076A8" w:rsidP="00A076A8"/>
    <w:p w14:paraId="46917572" w14:textId="77777777" w:rsidR="00A076A8" w:rsidRDefault="00A076A8" w:rsidP="00A076A8"/>
    <w:p w14:paraId="55C4CB03" w14:textId="543313F5" w:rsidR="00A076A8" w:rsidRDefault="00A076A8" w:rsidP="00A076A8">
      <w:r>
        <w:t>[jméno], předseda komise</w:t>
      </w:r>
    </w:p>
    <w:p w14:paraId="1734223D" w14:textId="77777777" w:rsidR="00A076A8" w:rsidRDefault="00A076A8" w:rsidP="00A076A8"/>
    <w:p w14:paraId="42073766" w14:textId="77777777" w:rsidR="00A076A8" w:rsidRDefault="00A076A8" w:rsidP="00A076A8"/>
    <w:p w14:paraId="01BD57F6" w14:textId="46122AF8" w:rsidR="00A076A8" w:rsidRDefault="00A076A8" w:rsidP="00A076A8">
      <w:r>
        <w:t>[jméno], člen</w:t>
      </w:r>
    </w:p>
    <w:p w14:paraId="0CE45A3D" w14:textId="77777777" w:rsidR="00A076A8" w:rsidRDefault="00A076A8" w:rsidP="00A076A8"/>
    <w:p w14:paraId="0ACC6EA0" w14:textId="77777777" w:rsidR="00A076A8" w:rsidRDefault="00A076A8" w:rsidP="00A076A8"/>
    <w:p w14:paraId="66255E25" w14:textId="2F66836B" w:rsidR="00A076A8" w:rsidRDefault="00A076A8" w:rsidP="00A076A8">
      <w:r>
        <w:t>[jméno], člen</w:t>
      </w:r>
    </w:p>
    <w:p w14:paraId="102A4C52" w14:textId="267619EF" w:rsidR="00BC6255" w:rsidRPr="00047835" w:rsidRDefault="00BC6255" w:rsidP="00A076A8"/>
    <w:sectPr w:rsidR="00BC6255" w:rsidRPr="00047835" w:rsidSect="00FA6BAD">
      <w:pgSz w:w="11906" w:h="16838" w:code="9"/>
      <w:pgMar w:top="851" w:right="851" w:bottom="567" w:left="85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71FF8" w14:textId="77777777" w:rsidR="0083349E" w:rsidRDefault="0083349E" w:rsidP="00A67BD2">
      <w:r>
        <w:separator/>
      </w:r>
    </w:p>
  </w:endnote>
  <w:endnote w:type="continuationSeparator" w:id="0">
    <w:p w14:paraId="11E738D9" w14:textId="77777777" w:rsidR="0083349E" w:rsidRDefault="0083349E" w:rsidP="00A67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AFFCA" w14:textId="77777777" w:rsidR="0083349E" w:rsidRDefault="0083349E" w:rsidP="00A67BD2">
      <w:r>
        <w:separator/>
      </w:r>
    </w:p>
  </w:footnote>
  <w:footnote w:type="continuationSeparator" w:id="0">
    <w:p w14:paraId="2E3CC9E9" w14:textId="77777777" w:rsidR="0083349E" w:rsidRDefault="0083349E" w:rsidP="00A67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18AE"/>
    <w:multiLevelType w:val="hybridMultilevel"/>
    <w:tmpl w:val="F21228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16CB3"/>
    <w:multiLevelType w:val="hybridMultilevel"/>
    <w:tmpl w:val="CF30FC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22B3"/>
    <w:multiLevelType w:val="hybridMultilevel"/>
    <w:tmpl w:val="FD9E3C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83C2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2C69D40">
      <w:start w:val="6"/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56540"/>
    <w:multiLevelType w:val="hybridMultilevel"/>
    <w:tmpl w:val="9320B1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D2856"/>
    <w:multiLevelType w:val="hybridMultilevel"/>
    <w:tmpl w:val="ECBEC362"/>
    <w:lvl w:ilvl="0" w:tplc="85A8FE0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12E92"/>
    <w:multiLevelType w:val="hybridMultilevel"/>
    <w:tmpl w:val="C34603B8"/>
    <w:lvl w:ilvl="0" w:tplc="8D849A3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11AEF"/>
    <w:multiLevelType w:val="hybridMultilevel"/>
    <w:tmpl w:val="E9AAD49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027850"/>
    <w:multiLevelType w:val="hybridMultilevel"/>
    <w:tmpl w:val="E9E80D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B4C32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9EF7C7E"/>
    <w:multiLevelType w:val="hybridMultilevel"/>
    <w:tmpl w:val="26C0FC98"/>
    <w:lvl w:ilvl="0" w:tplc="EBD4ABC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549D3"/>
    <w:multiLevelType w:val="hybridMultilevel"/>
    <w:tmpl w:val="C6D682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74949"/>
    <w:multiLevelType w:val="hybridMultilevel"/>
    <w:tmpl w:val="56D49EE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4A42D6B"/>
    <w:multiLevelType w:val="hybridMultilevel"/>
    <w:tmpl w:val="22240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C4599"/>
    <w:multiLevelType w:val="hybridMultilevel"/>
    <w:tmpl w:val="88E43AB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3F1F4C"/>
    <w:multiLevelType w:val="hybridMultilevel"/>
    <w:tmpl w:val="F2AEA334"/>
    <w:lvl w:ilvl="0" w:tplc="5A20D2D6">
      <w:start w:val="31"/>
      <w:numFmt w:val="bullet"/>
      <w:lvlText w:val="•"/>
      <w:lvlJc w:val="left"/>
      <w:pPr>
        <w:ind w:left="1065" w:hanging="705"/>
      </w:pPr>
      <w:rPr>
        <w:rFonts w:ascii="Aptos Narrow" w:eastAsiaTheme="minorHAnsi" w:hAnsi="Aptos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E3DB8"/>
    <w:multiLevelType w:val="hybridMultilevel"/>
    <w:tmpl w:val="EB2A31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F2A10"/>
    <w:multiLevelType w:val="hybridMultilevel"/>
    <w:tmpl w:val="27540ADC"/>
    <w:lvl w:ilvl="0" w:tplc="BE0EAFB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1B1787"/>
    <w:multiLevelType w:val="hybridMultilevel"/>
    <w:tmpl w:val="E8EA0B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31022F"/>
    <w:multiLevelType w:val="hybridMultilevel"/>
    <w:tmpl w:val="EA0C64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F173A"/>
    <w:multiLevelType w:val="hybridMultilevel"/>
    <w:tmpl w:val="63DA3F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534FF"/>
    <w:multiLevelType w:val="hybridMultilevel"/>
    <w:tmpl w:val="3DFC74E6"/>
    <w:lvl w:ilvl="0" w:tplc="20DABC8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340D3"/>
    <w:multiLevelType w:val="hybridMultilevel"/>
    <w:tmpl w:val="3828CC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A15BC4"/>
    <w:multiLevelType w:val="hybridMultilevel"/>
    <w:tmpl w:val="D8BAFC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C1759"/>
    <w:multiLevelType w:val="hybridMultilevel"/>
    <w:tmpl w:val="D228FE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8914F4F"/>
    <w:multiLevelType w:val="hybridMultilevel"/>
    <w:tmpl w:val="1436AF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876FAB"/>
    <w:multiLevelType w:val="hybridMultilevel"/>
    <w:tmpl w:val="8A80BD1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2F7343D"/>
    <w:multiLevelType w:val="hybridMultilevel"/>
    <w:tmpl w:val="35CEAAC8"/>
    <w:lvl w:ilvl="0" w:tplc="FBCA06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D6A90"/>
    <w:multiLevelType w:val="hybridMultilevel"/>
    <w:tmpl w:val="D87A640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CBF0B0B"/>
    <w:multiLevelType w:val="hybridMultilevel"/>
    <w:tmpl w:val="18DE467C"/>
    <w:lvl w:ilvl="0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81648337">
    <w:abstractNumId w:val="8"/>
  </w:num>
  <w:num w:numId="2" w16cid:durableId="276841652">
    <w:abstractNumId w:val="0"/>
  </w:num>
  <w:num w:numId="3" w16cid:durableId="1310400316">
    <w:abstractNumId w:val="26"/>
  </w:num>
  <w:num w:numId="4" w16cid:durableId="824205646">
    <w:abstractNumId w:val="16"/>
  </w:num>
  <w:num w:numId="5" w16cid:durableId="433869088">
    <w:abstractNumId w:val="17"/>
  </w:num>
  <w:num w:numId="6" w16cid:durableId="1422995374">
    <w:abstractNumId w:val="24"/>
  </w:num>
  <w:num w:numId="7" w16cid:durableId="19093632">
    <w:abstractNumId w:val="27"/>
  </w:num>
  <w:num w:numId="8" w16cid:durableId="1750496430">
    <w:abstractNumId w:val="9"/>
  </w:num>
  <w:num w:numId="9" w16cid:durableId="1424105745">
    <w:abstractNumId w:val="12"/>
  </w:num>
  <w:num w:numId="10" w16cid:durableId="495190694">
    <w:abstractNumId w:val="22"/>
  </w:num>
  <w:num w:numId="11" w16cid:durableId="2026470328">
    <w:abstractNumId w:val="2"/>
  </w:num>
  <w:num w:numId="12" w16cid:durableId="2094087651">
    <w:abstractNumId w:val="15"/>
  </w:num>
  <w:num w:numId="13" w16cid:durableId="539130012">
    <w:abstractNumId w:val="18"/>
  </w:num>
  <w:num w:numId="14" w16cid:durableId="54401933">
    <w:abstractNumId w:val="21"/>
  </w:num>
  <w:num w:numId="15" w16cid:durableId="1250581710">
    <w:abstractNumId w:val="7"/>
  </w:num>
  <w:num w:numId="16" w16cid:durableId="1058431376">
    <w:abstractNumId w:val="20"/>
  </w:num>
  <w:num w:numId="17" w16cid:durableId="559483944">
    <w:abstractNumId w:val="1"/>
  </w:num>
  <w:num w:numId="18" w16cid:durableId="1673952876">
    <w:abstractNumId w:val="5"/>
  </w:num>
  <w:num w:numId="19" w16cid:durableId="1322848788">
    <w:abstractNumId w:val="10"/>
  </w:num>
  <w:num w:numId="20" w16cid:durableId="366419186">
    <w:abstractNumId w:val="14"/>
  </w:num>
  <w:num w:numId="21" w16cid:durableId="1371301819">
    <w:abstractNumId w:val="19"/>
  </w:num>
  <w:num w:numId="22" w16cid:durableId="1995378740">
    <w:abstractNumId w:val="4"/>
  </w:num>
  <w:num w:numId="23" w16cid:durableId="1947887477">
    <w:abstractNumId w:val="3"/>
  </w:num>
  <w:num w:numId="24" w16cid:durableId="1920359819">
    <w:abstractNumId w:val="23"/>
  </w:num>
  <w:num w:numId="25" w16cid:durableId="2053921550">
    <w:abstractNumId w:val="25"/>
  </w:num>
  <w:num w:numId="26" w16cid:durableId="1918202848">
    <w:abstractNumId w:val="13"/>
  </w:num>
  <w:num w:numId="27" w16cid:durableId="4140372">
    <w:abstractNumId w:val="11"/>
  </w:num>
  <w:num w:numId="28" w16cid:durableId="1561751389">
    <w:abstractNumId w:val="28"/>
  </w:num>
  <w:num w:numId="29" w16cid:durableId="8201202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2E3"/>
    <w:rsid w:val="0000524F"/>
    <w:rsid w:val="00010D7F"/>
    <w:rsid w:val="000144A7"/>
    <w:rsid w:val="000374CF"/>
    <w:rsid w:val="00041E4A"/>
    <w:rsid w:val="00047835"/>
    <w:rsid w:val="000534BE"/>
    <w:rsid w:val="00060642"/>
    <w:rsid w:val="00062EB9"/>
    <w:rsid w:val="0007282F"/>
    <w:rsid w:val="00072F44"/>
    <w:rsid w:val="0008794F"/>
    <w:rsid w:val="000A0B25"/>
    <w:rsid w:val="000B36B4"/>
    <w:rsid w:val="000D74FC"/>
    <w:rsid w:val="000F0486"/>
    <w:rsid w:val="000F12B6"/>
    <w:rsid w:val="0012029D"/>
    <w:rsid w:val="001230C0"/>
    <w:rsid w:val="001619EF"/>
    <w:rsid w:val="001877DB"/>
    <w:rsid w:val="00193352"/>
    <w:rsid w:val="001B6122"/>
    <w:rsid w:val="001C3E11"/>
    <w:rsid w:val="001D31BD"/>
    <w:rsid w:val="001D557C"/>
    <w:rsid w:val="001D6F82"/>
    <w:rsid w:val="001F757F"/>
    <w:rsid w:val="00201127"/>
    <w:rsid w:val="00231BAB"/>
    <w:rsid w:val="00234481"/>
    <w:rsid w:val="00240690"/>
    <w:rsid w:val="00260C1C"/>
    <w:rsid w:val="00260C8B"/>
    <w:rsid w:val="0026294C"/>
    <w:rsid w:val="002872B8"/>
    <w:rsid w:val="002879B3"/>
    <w:rsid w:val="002923F2"/>
    <w:rsid w:val="002962DE"/>
    <w:rsid w:val="002A0E40"/>
    <w:rsid w:val="002B0AA2"/>
    <w:rsid w:val="002B3388"/>
    <w:rsid w:val="002B60FE"/>
    <w:rsid w:val="002C7963"/>
    <w:rsid w:val="002D4ACA"/>
    <w:rsid w:val="002D5EF2"/>
    <w:rsid w:val="002E181D"/>
    <w:rsid w:val="002F035B"/>
    <w:rsid w:val="0032240C"/>
    <w:rsid w:val="00324E4A"/>
    <w:rsid w:val="0032718A"/>
    <w:rsid w:val="00342865"/>
    <w:rsid w:val="00345D4C"/>
    <w:rsid w:val="0036395C"/>
    <w:rsid w:val="00381307"/>
    <w:rsid w:val="003A35A1"/>
    <w:rsid w:val="003A47E4"/>
    <w:rsid w:val="003B01CA"/>
    <w:rsid w:val="003B5681"/>
    <w:rsid w:val="003C73EF"/>
    <w:rsid w:val="003F065E"/>
    <w:rsid w:val="003F1F65"/>
    <w:rsid w:val="003F20A2"/>
    <w:rsid w:val="00402471"/>
    <w:rsid w:val="00420726"/>
    <w:rsid w:val="00452C7E"/>
    <w:rsid w:val="0045760B"/>
    <w:rsid w:val="00471A6F"/>
    <w:rsid w:val="004C4FCD"/>
    <w:rsid w:val="004D5F56"/>
    <w:rsid w:val="004D7170"/>
    <w:rsid w:val="00500EAC"/>
    <w:rsid w:val="0050259E"/>
    <w:rsid w:val="00522404"/>
    <w:rsid w:val="005245A9"/>
    <w:rsid w:val="00541414"/>
    <w:rsid w:val="0056224E"/>
    <w:rsid w:val="00573649"/>
    <w:rsid w:val="00591D1F"/>
    <w:rsid w:val="0059354F"/>
    <w:rsid w:val="005B52F1"/>
    <w:rsid w:val="005C4E0A"/>
    <w:rsid w:val="005E32AF"/>
    <w:rsid w:val="00602E2B"/>
    <w:rsid w:val="0060675E"/>
    <w:rsid w:val="00607750"/>
    <w:rsid w:val="0061169A"/>
    <w:rsid w:val="006269E1"/>
    <w:rsid w:val="0063063B"/>
    <w:rsid w:val="0064702A"/>
    <w:rsid w:val="00650185"/>
    <w:rsid w:val="00651FA3"/>
    <w:rsid w:val="0065284A"/>
    <w:rsid w:val="006752D4"/>
    <w:rsid w:val="0068670E"/>
    <w:rsid w:val="006B2CC9"/>
    <w:rsid w:val="006B475D"/>
    <w:rsid w:val="006C1720"/>
    <w:rsid w:val="006D569C"/>
    <w:rsid w:val="006E4CD7"/>
    <w:rsid w:val="006F6D7E"/>
    <w:rsid w:val="00710C5F"/>
    <w:rsid w:val="0073009B"/>
    <w:rsid w:val="00734225"/>
    <w:rsid w:val="00745CE3"/>
    <w:rsid w:val="00762175"/>
    <w:rsid w:val="0076344D"/>
    <w:rsid w:val="0076759C"/>
    <w:rsid w:val="00785EFC"/>
    <w:rsid w:val="007A08F9"/>
    <w:rsid w:val="007A646C"/>
    <w:rsid w:val="007B0B66"/>
    <w:rsid w:val="007B5CB8"/>
    <w:rsid w:val="007C483A"/>
    <w:rsid w:val="007E4852"/>
    <w:rsid w:val="007F4458"/>
    <w:rsid w:val="007F44A7"/>
    <w:rsid w:val="007F6AC5"/>
    <w:rsid w:val="0082735D"/>
    <w:rsid w:val="008317AF"/>
    <w:rsid w:val="0083349E"/>
    <w:rsid w:val="00851F23"/>
    <w:rsid w:val="00856D54"/>
    <w:rsid w:val="00862185"/>
    <w:rsid w:val="008674B9"/>
    <w:rsid w:val="0087502B"/>
    <w:rsid w:val="008A07CA"/>
    <w:rsid w:val="008B0097"/>
    <w:rsid w:val="008D3D55"/>
    <w:rsid w:val="008E4008"/>
    <w:rsid w:val="00912144"/>
    <w:rsid w:val="00912A7E"/>
    <w:rsid w:val="00966434"/>
    <w:rsid w:val="00980B48"/>
    <w:rsid w:val="009C409E"/>
    <w:rsid w:val="009D4B5F"/>
    <w:rsid w:val="009F0D47"/>
    <w:rsid w:val="009F6CEA"/>
    <w:rsid w:val="009F744B"/>
    <w:rsid w:val="009F74D2"/>
    <w:rsid w:val="00A076A8"/>
    <w:rsid w:val="00A337AE"/>
    <w:rsid w:val="00A43C98"/>
    <w:rsid w:val="00A67BD2"/>
    <w:rsid w:val="00A74794"/>
    <w:rsid w:val="00A8633B"/>
    <w:rsid w:val="00A8688C"/>
    <w:rsid w:val="00A87CFD"/>
    <w:rsid w:val="00AC3F6E"/>
    <w:rsid w:val="00AC7451"/>
    <w:rsid w:val="00AD389A"/>
    <w:rsid w:val="00AE324B"/>
    <w:rsid w:val="00AF1E7A"/>
    <w:rsid w:val="00B56447"/>
    <w:rsid w:val="00B70D78"/>
    <w:rsid w:val="00B72BFD"/>
    <w:rsid w:val="00B87FB6"/>
    <w:rsid w:val="00BB24E0"/>
    <w:rsid w:val="00BC59AE"/>
    <w:rsid w:val="00BC6255"/>
    <w:rsid w:val="00BC63B6"/>
    <w:rsid w:val="00BE4BAA"/>
    <w:rsid w:val="00BF4DCE"/>
    <w:rsid w:val="00BF6BFB"/>
    <w:rsid w:val="00C07C75"/>
    <w:rsid w:val="00C2143B"/>
    <w:rsid w:val="00C41B4A"/>
    <w:rsid w:val="00C4380D"/>
    <w:rsid w:val="00C9024B"/>
    <w:rsid w:val="00C91A08"/>
    <w:rsid w:val="00CA40E6"/>
    <w:rsid w:val="00CA7BDB"/>
    <w:rsid w:val="00CB1CCA"/>
    <w:rsid w:val="00CB5DDB"/>
    <w:rsid w:val="00CC1732"/>
    <w:rsid w:val="00CC570A"/>
    <w:rsid w:val="00CD1004"/>
    <w:rsid w:val="00CD2FF5"/>
    <w:rsid w:val="00CE7C78"/>
    <w:rsid w:val="00D02B36"/>
    <w:rsid w:val="00D1163D"/>
    <w:rsid w:val="00D123D7"/>
    <w:rsid w:val="00D35054"/>
    <w:rsid w:val="00D35A3D"/>
    <w:rsid w:val="00D36249"/>
    <w:rsid w:val="00D47309"/>
    <w:rsid w:val="00D4790A"/>
    <w:rsid w:val="00D80BF1"/>
    <w:rsid w:val="00D85DD9"/>
    <w:rsid w:val="00DB191E"/>
    <w:rsid w:val="00DB3D7D"/>
    <w:rsid w:val="00DB5B4A"/>
    <w:rsid w:val="00DE0D41"/>
    <w:rsid w:val="00DF6A12"/>
    <w:rsid w:val="00E142E3"/>
    <w:rsid w:val="00E1593F"/>
    <w:rsid w:val="00E223E1"/>
    <w:rsid w:val="00E315F0"/>
    <w:rsid w:val="00E45500"/>
    <w:rsid w:val="00E45B57"/>
    <w:rsid w:val="00E579BA"/>
    <w:rsid w:val="00EB486E"/>
    <w:rsid w:val="00EC2D93"/>
    <w:rsid w:val="00EC33ED"/>
    <w:rsid w:val="00EC564E"/>
    <w:rsid w:val="00EC5D6F"/>
    <w:rsid w:val="00EF31E7"/>
    <w:rsid w:val="00F24C0E"/>
    <w:rsid w:val="00F2545B"/>
    <w:rsid w:val="00F6209A"/>
    <w:rsid w:val="00F6743D"/>
    <w:rsid w:val="00F72985"/>
    <w:rsid w:val="00F8011D"/>
    <w:rsid w:val="00F820B2"/>
    <w:rsid w:val="00F85778"/>
    <w:rsid w:val="00FA6BAD"/>
    <w:rsid w:val="00FB0AC9"/>
    <w:rsid w:val="00FD3507"/>
    <w:rsid w:val="00FD764B"/>
    <w:rsid w:val="00FE03ED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8872A"/>
  <w15:chartTrackingRefBased/>
  <w15:docId w15:val="{73F0D287-373D-4BA2-A3A9-80DB4F39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7BD2"/>
    <w:pPr>
      <w:spacing w:after="60"/>
      <w:jc w:val="both"/>
    </w:pPr>
    <w:rPr>
      <w:rFonts w:ascii="Aptos Narrow" w:hAnsi="Aptos Narrow" w:cstheme="minorBidi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51FA3"/>
    <w:pPr>
      <w:keepNext/>
      <w:numPr>
        <w:numId w:val="1"/>
      </w:numPr>
      <w:spacing w:before="200" w:after="200"/>
      <w:outlineLvl w:val="0"/>
    </w:pPr>
    <w:rPr>
      <w:b/>
      <w:bCs/>
      <w:spacing w:val="10"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651FA3"/>
    <w:pPr>
      <w:keepNext/>
      <w:numPr>
        <w:ilvl w:val="1"/>
        <w:numId w:val="1"/>
      </w:numPr>
      <w:spacing w:before="100"/>
      <w:outlineLvl w:val="1"/>
    </w:pPr>
    <w:rPr>
      <w:b/>
      <w:bCs/>
      <w:i/>
      <w:iCs/>
      <w:spacing w:val="10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51FA3"/>
    <w:pPr>
      <w:keepNext/>
      <w:keepLines/>
      <w:numPr>
        <w:ilvl w:val="2"/>
        <w:numId w:val="1"/>
      </w:numPr>
      <w:spacing w:before="60"/>
      <w:outlineLvl w:val="2"/>
    </w:pPr>
    <w:rPr>
      <w:rFonts w:asciiTheme="minorHAnsi" w:eastAsiaTheme="majorEastAsia" w:hAnsiTheme="minorHAnsi" w:cstheme="majorBidi"/>
      <w:i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651FA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1FA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1FA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1FA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1FA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1FA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">
    <w:name w:val="Tabulka"/>
    <w:basedOn w:val="Normln"/>
    <w:link w:val="TabulkaChar"/>
    <w:qFormat/>
    <w:rsid w:val="00651FA3"/>
    <w:pPr>
      <w:spacing w:after="0"/>
    </w:pPr>
  </w:style>
  <w:style w:type="character" w:customStyle="1" w:styleId="Nadpis1Char">
    <w:name w:val="Nadpis 1 Char"/>
    <w:basedOn w:val="Standardnpsmoodstavce"/>
    <w:link w:val="Nadpis1"/>
    <w:rsid w:val="00651FA3"/>
    <w:rPr>
      <w:rFonts w:ascii="Aptos" w:hAnsi="Aptos" w:cstheme="minorBidi"/>
      <w:b/>
      <w:bCs/>
      <w:spacing w:val="10"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651FA3"/>
    <w:rPr>
      <w:rFonts w:ascii="Aptos" w:hAnsi="Aptos" w:cstheme="minorBidi"/>
      <w:b/>
      <w:bCs/>
      <w:i/>
      <w:iCs/>
      <w:spacing w:val="10"/>
      <w:sz w:val="24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651FA3"/>
    <w:rPr>
      <w:rFonts w:asciiTheme="minorHAnsi" w:eastAsiaTheme="majorEastAsia" w:hAnsiTheme="minorHAnsi" w:cstheme="majorBidi"/>
      <w:i/>
      <w:sz w:val="24"/>
      <w:szCs w:val="24"/>
    </w:rPr>
  </w:style>
  <w:style w:type="paragraph" w:styleId="Zhlav">
    <w:name w:val="header"/>
    <w:basedOn w:val="Normln"/>
    <w:link w:val="ZhlavChar"/>
    <w:qFormat/>
    <w:rsid w:val="00651FA3"/>
    <w:pPr>
      <w:tabs>
        <w:tab w:val="center" w:pos="4536"/>
        <w:tab w:val="right" w:pos="9072"/>
      </w:tabs>
      <w:spacing w:after="0"/>
    </w:pPr>
    <w:rPr>
      <w:spacing w:val="10"/>
      <w:sz w:val="18"/>
    </w:rPr>
  </w:style>
  <w:style w:type="character" w:customStyle="1" w:styleId="ZhlavChar">
    <w:name w:val="Záhlaví Char"/>
    <w:basedOn w:val="Standardnpsmoodstavce"/>
    <w:link w:val="Zhlav"/>
    <w:rsid w:val="00651FA3"/>
    <w:rPr>
      <w:rFonts w:ascii="Aptos" w:hAnsi="Aptos" w:cstheme="minorBidi"/>
      <w:spacing w:val="10"/>
      <w:sz w:val="18"/>
      <w:szCs w:val="24"/>
    </w:rPr>
  </w:style>
  <w:style w:type="paragraph" w:styleId="Nzev">
    <w:name w:val="Title"/>
    <w:basedOn w:val="Normln"/>
    <w:next w:val="Normln"/>
    <w:link w:val="NzevChar"/>
    <w:qFormat/>
    <w:rsid w:val="00651FA3"/>
    <w:pPr>
      <w:spacing w:after="200"/>
      <w:jc w:val="center"/>
      <w:outlineLvl w:val="0"/>
    </w:pPr>
    <w:rPr>
      <w:b/>
      <w:bCs/>
      <w:caps/>
      <w:spacing w:val="30"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51FA3"/>
    <w:rPr>
      <w:rFonts w:ascii="Aptos" w:hAnsi="Aptos" w:cstheme="minorBidi"/>
      <w:b/>
      <w:bCs/>
      <w:caps/>
      <w:spacing w:val="30"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651FA3"/>
    <w:pPr>
      <w:spacing w:before="100" w:after="200"/>
      <w:jc w:val="center"/>
      <w:outlineLvl w:val="1"/>
    </w:pPr>
    <w:rPr>
      <w:spacing w:val="10"/>
    </w:rPr>
  </w:style>
  <w:style w:type="character" w:customStyle="1" w:styleId="PodnadpisChar">
    <w:name w:val="Podnadpis Char"/>
    <w:basedOn w:val="Standardnpsmoodstavce"/>
    <w:link w:val="Podnadpis"/>
    <w:rsid w:val="00651FA3"/>
    <w:rPr>
      <w:rFonts w:ascii="Aptos" w:hAnsi="Aptos" w:cstheme="minorBidi"/>
      <w:spacing w:val="10"/>
      <w:sz w:val="24"/>
      <w:szCs w:val="24"/>
    </w:rPr>
  </w:style>
  <w:style w:type="character" w:styleId="Siln">
    <w:name w:val="Strong"/>
    <w:basedOn w:val="Standardnpsmoodstavce"/>
    <w:qFormat/>
    <w:rsid w:val="00651FA3"/>
    <w:rPr>
      <w:rFonts w:ascii="Aptos" w:hAnsi="Aptos"/>
      <w:b/>
      <w:bCs/>
      <w:spacing w:val="10"/>
      <w:sz w:val="20"/>
    </w:rPr>
  </w:style>
  <w:style w:type="character" w:styleId="Zdraznn">
    <w:name w:val="Emphasis"/>
    <w:basedOn w:val="Standardnpsmoodstavce"/>
    <w:qFormat/>
    <w:rsid w:val="00651FA3"/>
    <w:rPr>
      <w:rFonts w:ascii="Aptos" w:hAnsi="Aptos"/>
      <w:i/>
      <w:iCs/>
    </w:rPr>
  </w:style>
  <w:style w:type="paragraph" w:styleId="Bezmezer">
    <w:name w:val="No Spacing"/>
    <w:uiPriority w:val="1"/>
    <w:qFormat/>
    <w:rsid w:val="00651FA3"/>
    <w:rPr>
      <w:rFonts w:ascii="Aptos" w:hAnsi="Aptos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51FA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51FA3"/>
    <w:rPr>
      <w:rFonts w:ascii="Aptos" w:hAnsi="Aptos" w:cstheme="minorBidi"/>
      <w:b/>
      <w:bCs/>
      <w:i/>
      <w:iCs/>
      <w:szCs w:val="24"/>
    </w:rPr>
  </w:style>
  <w:style w:type="character" w:styleId="Zdraznnjemn">
    <w:name w:val="Subtle Emphasis"/>
    <w:basedOn w:val="Standardnpsmoodstavce"/>
    <w:uiPriority w:val="19"/>
    <w:qFormat/>
    <w:rsid w:val="00651FA3"/>
    <w:rPr>
      <w:rFonts w:ascii="Aptos" w:hAnsi="Aptos"/>
      <w:i/>
      <w:iCs/>
      <w:color w:val="808080" w:themeColor="background1" w:themeShade="80"/>
    </w:rPr>
  </w:style>
  <w:style w:type="character" w:styleId="Zdraznnintenzivn">
    <w:name w:val="Intense Emphasis"/>
    <w:basedOn w:val="Standardnpsmoodstavce"/>
    <w:uiPriority w:val="21"/>
    <w:qFormat/>
    <w:rsid w:val="00651FA3"/>
    <w:rPr>
      <w:rFonts w:ascii="Aptos" w:hAnsi="Aptos"/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651FA3"/>
    <w:rPr>
      <w:rFonts w:ascii="Aptos" w:hAnsi="Aptos"/>
      <w:smallCaps/>
      <w:color w:val="auto"/>
      <w:u w:val="single"/>
      <w:bdr w:val="none" w:sz="0" w:space="0" w:color="auto"/>
    </w:rPr>
  </w:style>
  <w:style w:type="character" w:styleId="Odkazintenzivn">
    <w:name w:val="Intense Reference"/>
    <w:basedOn w:val="Standardnpsmoodstavce"/>
    <w:uiPriority w:val="32"/>
    <w:qFormat/>
    <w:rsid w:val="00651FA3"/>
    <w:rPr>
      <w:rFonts w:ascii="Aptos" w:hAnsi="Aptos"/>
      <w:b/>
      <w:bCs/>
      <w:smallCaps/>
      <w:color w:val="auto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651FA3"/>
    <w:rPr>
      <w:rFonts w:ascii="Aptos" w:hAnsi="Aptos"/>
      <w:b/>
      <w:bCs/>
      <w:smallCaps/>
      <w:spacing w:val="5"/>
    </w:rPr>
  </w:style>
  <w:style w:type="paragraph" w:styleId="Zpat">
    <w:name w:val="footer"/>
    <w:basedOn w:val="Normln"/>
    <w:link w:val="ZpatChar"/>
    <w:uiPriority w:val="99"/>
    <w:unhideWhenUsed/>
    <w:rsid w:val="00345D4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45D4C"/>
    <w:rPr>
      <w:rFonts w:ascii="Calibri" w:hAnsi="Calibri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651FA3"/>
    <w:rPr>
      <w:rFonts w:asciiTheme="majorHAnsi" w:eastAsiaTheme="majorEastAsia" w:hAnsiTheme="majorHAnsi" w:cstheme="majorBidi"/>
      <w:i/>
      <w:iCs/>
      <w:color w:val="2F5496" w:themeColor="accent1" w:themeShade="BF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651FA3"/>
    <w:rPr>
      <w:rFonts w:asciiTheme="majorHAnsi" w:eastAsiaTheme="majorEastAsia" w:hAnsiTheme="majorHAnsi" w:cstheme="majorBidi"/>
      <w:color w:val="2F5496" w:themeColor="accent1" w:themeShade="BF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651FA3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651FA3"/>
    <w:rPr>
      <w:rFonts w:asciiTheme="majorHAnsi" w:eastAsiaTheme="majorEastAsia" w:hAnsiTheme="majorHAnsi" w:cstheme="majorBidi"/>
      <w:i/>
      <w:iCs/>
      <w:color w:val="1F3763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651FA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651FA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651FA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F1E7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F1E7A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F80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Narrow">
    <w:name w:val="Normální Narrow"/>
    <w:basedOn w:val="Tabulka"/>
    <w:link w:val="NormlnNarrowChar"/>
    <w:qFormat/>
    <w:rsid w:val="00651FA3"/>
    <w:pPr>
      <w:spacing w:after="60"/>
    </w:pPr>
    <w:rPr>
      <w:rFonts w:cstheme="minorHAnsi"/>
      <w:bCs/>
    </w:rPr>
  </w:style>
  <w:style w:type="character" w:customStyle="1" w:styleId="NormlnNarrowChar">
    <w:name w:val="Normální Narrow Char"/>
    <w:basedOn w:val="TabulkaChar"/>
    <w:link w:val="NormlnNarrow"/>
    <w:rsid w:val="00651FA3"/>
    <w:rPr>
      <w:rFonts w:ascii="Aptos Narrow" w:hAnsi="Aptos Narrow" w:cstheme="minorHAnsi"/>
      <w:bCs/>
      <w:szCs w:val="24"/>
    </w:rPr>
  </w:style>
  <w:style w:type="paragraph" w:customStyle="1" w:styleId="TabulkaNarrow">
    <w:name w:val="Tabulka Narrow"/>
    <w:basedOn w:val="Tabulka"/>
    <w:qFormat/>
    <w:rsid w:val="00651FA3"/>
  </w:style>
  <w:style w:type="paragraph" w:styleId="Citt">
    <w:name w:val="Quote"/>
    <w:basedOn w:val="Normln"/>
    <w:next w:val="Normln"/>
    <w:link w:val="CittChar"/>
    <w:uiPriority w:val="29"/>
    <w:qFormat/>
    <w:rsid w:val="00651FA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51FA3"/>
    <w:rPr>
      <w:rFonts w:ascii="Aptos" w:hAnsi="Aptos" w:cstheme="minorBidi"/>
      <w:i/>
      <w:iCs/>
      <w:color w:val="404040" w:themeColor="text1" w:themeTint="BF"/>
      <w:szCs w:val="24"/>
    </w:rPr>
  </w:style>
  <w:style w:type="character" w:customStyle="1" w:styleId="TabulkaChar">
    <w:name w:val="Tabulka Char"/>
    <w:basedOn w:val="Standardnpsmoodstavce"/>
    <w:link w:val="Tabulka"/>
    <w:rsid w:val="00651FA3"/>
    <w:rPr>
      <w:rFonts w:ascii="Aptos" w:hAnsi="Aptos" w:cstheme="minorBidi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7621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1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3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2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DH%20SVOJ&#352;OVICE\0%20OSH%20ORR\HLP\hlp_OSH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A58A2-788E-4495-B4FD-99AA6000E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hlp_OSH.dotx</Template>
  <TotalTime>10</TotalTime>
  <Pages>1</Pages>
  <Words>180</Words>
  <Characters>827</Characters>
  <Application>Microsoft Office Word</Application>
  <DocSecurity>0</DocSecurity>
  <Lines>103</Lines>
  <Paragraphs>91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Zachat</dc:creator>
  <cp:keywords/>
  <dc:description/>
  <cp:lastModifiedBy>Tomáš Zachat</cp:lastModifiedBy>
  <cp:revision>8</cp:revision>
  <cp:lastPrinted>2023-03-12T16:53:00Z</cp:lastPrinted>
  <dcterms:created xsi:type="dcterms:W3CDTF">2025-11-12T13:15:00Z</dcterms:created>
  <dcterms:modified xsi:type="dcterms:W3CDTF">2025-11-12T13:56:00Z</dcterms:modified>
</cp:coreProperties>
</file>